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781"/>
        <w:gridCol w:w="1813"/>
        <w:gridCol w:w="1813"/>
        <w:gridCol w:w="2639"/>
        <w:gridCol w:w="2410"/>
        <w:gridCol w:w="2142"/>
        <w:gridCol w:w="1162"/>
        <w:gridCol w:w="1162"/>
      </w:tblGrid>
      <w:tr w:rsidR="00806C01" w:rsidRPr="006178CE" w:rsidTr="006178CE">
        <w:tc>
          <w:tcPr>
            <w:tcW w:w="1781" w:type="dxa"/>
          </w:tcPr>
          <w:p w:rsidR="001F691C" w:rsidRPr="001F691C" w:rsidRDefault="001F691C" w:rsidP="001F691C">
            <w:pPr>
              <w:jc w:val="center"/>
              <w:rPr>
                <w:b/>
                <w:lang w:val="en-US"/>
              </w:rPr>
            </w:pPr>
            <w:r w:rsidRPr="001F691C">
              <w:rPr>
                <w:b/>
                <w:lang w:val="en-US"/>
              </w:rPr>
              <w:t>Indicator</w:t>
            </w:r>
          </w:p>
        </w:tc>
        <w:tc>
          <w:tcPr>
            <w:tcW w:w="1813" w:type="dxa"/>
          </w:tcPr>
          <w:p w:rsidR="001F691C" w:rsidRPr="001F691C" w:rsidRDefault="001F691C" w:rsidP="001F691C">
            <w:pPr>
              <w:jc w:val="center"/>
              <w:rPr>
                <w:b/>
                <w:lang w:val="en-US"/>
              </w:rPr>
            </w:pPr>
            <w:r w:rsidRPr="001F691C">
              <w:rPr>
                <w:b/>
                <w:lang w:val="en-US"/>
              </w:rPr>
              <w:t>Week 18</w:t>
            </w:r>
          </w:p>
          <w:p w:rsidR="001F691C" w:rsidRPr="001F691C" w:rsidRDefault="001F691C" w:rsidP="001F691C">
            <w:pPr>
              <w:jc w:val="center"/>
              <w:rPr>
                <w:lang w:val="en-US"/>
              </w:rPr>
            </w:pPr>
            <w:r w:rsidRPr="001F691C">
              <w:rPr>
                <w:sz w:val="18"/>
                <w:lang w:val="en-US"/>
              </w:rPr>
              <w:t>(Jan 15 to the 18th)</w:t>
            </w:r>
          </w:p>
        </w:tc>
        <w:tc>
          <w:tcPr>
            <w:tcW w:w="1813" w:type="dxa"/>
          </w:tcPr>
          <w:p w:rsidR="001F691C" w:rsidRDefault="001F691C" w:rsidP="001F691C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Week 19</w:t>
            </w:r>
          </w:p>
          <w:p w:rsidR="006F696E" w:rsidRPr="001F691C" w:rsidRDefault="001F691C" w:rsidP="001F691C">
            <w:pPr>
              <w:jc w:val="center"/>
              <w:rPr>
                <w:b/>
                <w:lang w:val="en-US"/>
              </w:rPr>
            </w:pPr>
            <w:r w:rsidRPr="001F691C">
              <w:rPr>
                <w:sz w:val="18"/>
                <w:lang w:val="en-US"/>
              </w:rPr>
              <w:t>(Jan 21 to the 25</w:t>
            </w:r>
            <w:r w:rsidRPr="001F691C">
              <w:rPr>
                <w:sz w:val="18"/>
                <w:vertAlign w:val="superscript"/>
                <w:lang w:val="en-US"/>
              </w:rPr>
              <w:t>th</w:t>
            </w:r>
            <w:r w:rsidRPr="001F691C">
              <w:rPr>
                <w:sz w:val="18"/>
                <w:lang w:val="en-US"/>
              </w:rPr>
              <w:t>)</w:t>
            </w:r>
          </w:p>
        </w:tc>
        <w:tc>
          <w:tcPr>
            <w:tcW w:w="2639" w:type="dxa"/>
          </w:tcPr>
          <w:p w:rsidR="00861282" w:rsidRDefault="001F691C" w:rsidP="001F691C">
            <w:pPr>
              <w:jc w:val="center"/>
              <w:rPr>
                <w:b/>
                <w:lang w:val="en-US"/>
              </w:rPr>
            </w:pPr>
            <w:r w:rsidRPr="001F691C">
              <w:rPr>
                <w:b/>
                <w:lang w:val="en-US"/>
              </w:rPr>
              <w:t>Week 20</w:t>
            </w:r>
          </w:p>
          <w:p w:rsidR="007432E0" w:rsidRPr="001F691C" w:rsidRDefault="007432E0" w:rsidP="001F691C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(Jan 28</w:t>
            </w:r>
            <w:r w:rsidRPr="007432E0">
              <w:rPr>
                <w:b/>
                <w:vertAlign w:val="superscript"/>
                <w:lang w:val="en-US"/>
              </w:rPr>
              <w:t>th</w:t>
            </w:r>
            <w:r>
              <w:rPr>
                <w:b/>
                <w:lang w:val="en-US"/>
              </w:rPr>
              <w:t xml:space="preserve"> to Feb the 1</w:t>
            </w:r>
            <w:r w:rsidRPr="007432E0">
              <w:rPr>
                <w:b/>
                <w:vertAlign w:val="superscript"/>
                <w:lang w:val="en-US"/>
              </w:rPr>
              <w:t>st</w:t>
            </w:r>
            <w:r>
              <w:rPr>
                <w:b/>
                <w:lang w:val="en-US"/>
              </w:rPr>
              <w:t>)</w:t>
            </w:r>
          </w:p>
        </w:tc>
        <w:tc>
          <w:tcPr>
            <w:tcW w:w="2410" w:type="dxa"/>
          </w:tcPr>
          <w:p w:rsidR="001F691C" w:rsidRDefault="001F691C" w:rsidP="005711A4">
            <w:pPr>
              <w:jc w:val="center"/>
              <w:rPr>
                <w:b/>
                <w:lang w:val="en-US"/>
              </w:rPr>
            </w:pPr>
            <w:r w:rsidRPr="001F691C">
              <w:rPr>
                <w:b/>
                <w:lang w:val="en-US"/>
              </w:rPr>
              <w:t>Week 21</w:t>
            </w:r>
          </w:p>
          <w:p w:rsidR="006178CE" w:rsidRPr="00861282" w:rsidRDefault="006178CE" w:rsidP="005711A4">
            <w:pPr>
              <w:jc w:val="center"/>
              <w:rPr>
                <w:lang w:val="en-US"/>
              </w:rPr>
            </w:pPr>
            <w:r>
              <w:rPr>
                <w:b/>
                <w:lang w:val="en-US"/>
              </w:rPr>
              <w:t>(Feb 4 to the 8</w:t>
            </w:r>
            <w:r w:rsidRPr="006178CE">
              <w:rPr>
                <w:b/>
                <w:vertAlign w:val="superscript"/>
                <w:lang w:val="en-US"/>
              </w:rPr>
              <w:t>th</w:t>
            </w:r>
            <w:r>
              <w:rPr>
                <w:b/>
                <w:lang w:val="en-US"/>
              </w:rPr>
              <w:t>)</w:t>
            </w:r>
          </w:p>
        </w:tc>
        <w:tc>
          <w:tcPr>
            <w:tcW w:w="2142" w:type="dxa"/>
          </w:tcPr>
          <w:p w:rsidR="006F696E" w:rsidRDefault="006178CE" w:rsidP="005711A4">
            <w:pPr>
              <w:jc w:val="center"/>
              <w:rPr>
                <w:b/>
                <w:lang w:val="en-US"/>
              </w:rPr>
            </w:pPr>
            <w:r w:rsidRPr="006178CE">
              <w:rPr>
                <w:b/>
                <w:lang w:val="en-US"/>
              </w:rPr>
              <w:t>Week 22</w:t>
            </w:r>
          </w:p>
          <w:p w:rsidR="006178CE" w:rsidRPr="006178CE" w:rsidRDefault="006178CE" w:rsidP="005711A4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(Feb 12</w:t>
            </w:r>
            <w:r w:rsidRPr="006178CE">
              <w:rPr>
                <w:b/>
                <w:vertAlign w:val="superscript"/>
                <w:lang w:val="en-US"/>
              </w:rPr>
              <w:t>th</w:t>
            </w:r>
            <w:r>
              <w:rPr>
                <w:b/>
                <w:lang w:val="en-US"/>
              </w:rPr>
              <w:t xml:space="preserve"> to the 15</w:t>
            </w:r>
            <w:r w:rsidRPr="006178CE">
              <w:rPr>
                <w:b/>
                <w:vertAlign w:val="superscript"/>
                <w:lang w:val="en-US"/>
              </w:rPr>
              <w:t>th</w:t>
            </w:r>
            <w:r>
              <w:rPr>
                <w:b/>
                <w:lang w:val="en-US"/>
              </w:rPr>
              <w:t>)</w:t>
            </w:r>
          </w:p>
        </w:tc>
        <w:tc>
          <w:tcPr>
            <w:tcW w:w="1162" w:type="dxa"/>
          </w:tcPr>
          <w:p w:rsidR="006F696E" w:rsidRPr="008D2F53" w:rsidRDefault="006F696E" w:rsidP="005711A4">
            <w:pPr>
              <w:jc w:val="center"/>
              <w:rPr>
                <w:lang w:val="en-US"/>
              </w:rPr>
            </w:pPr>
          </w:p>
        </w:tc>
        <w:tc>
          <w:tcPr>
            <w:tcW w:w="1162" w:type="dxa"/>
          </w:tcPr>
          <w:p w:rsidR="006F696E" w:rsidRPr="008D2F53" w:rsidRDefault="006F696E" w:rsidP="006F696E">
            <w:pPr>
              <w:jc w:val="center"/>
              <w:rPr>
                <w:lang w:val="en-US"/>
              </w:rPr>
            </w:pPr>
          </w:p>
        </w:tc>
      </w:tr>
      <w:tr w:rsidR="001164CE" w:rsidRPr="001F691C" w:rsidTr="006178CE">
        <w:trPr>
          <w:trHeight w:val="1620"/>
        </w:trPr>
        <w:tc>
          <w:tcPr>
            <w:tcW w:w="1781" w:type="dxa"/>
            <w:tcBorders>
              <w:bottom w:val="single" w:sz="4" w:space="0" w:color="auto"/>
            </w:tcBorders>
          </w:tcPr>
          <w:p w:rsidR="001164CE" w:rsidRPr="001164CE" w:rsidRDefault="001164CE" w:rsidP="001F691C">
            <w:pPr>
              <w:pStyle w:val="Sinespaciado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-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Shows </w:t>
            </w:r>
            <w:r w:rsidRPr="00B24AD9">
              <w:rPr>
                <w:rFonts w:ascii="Calibri" w:hAnsi="Calibri" w:cs="MyriadPro-Regular"/>
                <w:sz w:val="20"/>
                <w:szCs w:val="20"/>
                <w:lang w:val="en-US" w:eastAsia="en-US"/>
              </w:rPr>
              <w:t>understanding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by following </w:t>
            </w:r>
            <w:r w:rsidRPr="00B24AD9">
              <w:rPr>
                <w:rFonts w:ascii="Calibri" w:hAnsi="Calibri" w:cs="MyriadPro-Regular"/>
                <w:sz w:val="20"/>
                <w:szCs w:val="20"/>
                <w:lang w:val="en-US" w:eastAsia="en-US"/>
              </w:rPr>
              <w:t xml:space="preserve">more complex 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classroom </w:t>
            </w:r>
            <w:r w:rsidRPr="00B24AD9">
              <w:rPr>
                <w:rFonts w:ascii="Calibri" w:hAnsi="Calibri" w:cs="MyriadPro-Regular"/>
                <w:sz w:val="20"/>
                <w:szCs w:val="20"/>
                <w:lang w:val="en-US" w:eastAsia="en-US"/>
              </w:rPr>
              <w:t>instructions</w:t>
            </w:r>
          </w:p>
        </w:tc>
        <w:tc>
          <w:tcPr>
            <w:tcW w:w="1813" w:type="dxa"/>
            <w:tcBorders>
              <w:bottom w:val="single" w:sz="4" w:space="0" w:color="auto"/>
            </w:tcBorders>
          </w:tcPr>
          <w:p w:rsidR="001164CE" w:rsidRPr="001164CE" w:rsidRDefault="001164CE" w:rsidP="001F691C">
            <w:pPr>
              <w:pStyle w:val="Sinespaciad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1813" w:type="dxa"/>
            <w:tcBorders>
              <w:bottom w:val="single" w:sz="4" w:space="0" w:color="auto"/>
            </w:tcBorders>
          </w:tcPr>
          <w:p w:rsidR="001164CE" w:rsidRPr="001164CE" w:rsidRDefault="001164CE" w:rsidP="001F691C">
            <w:pPr>
              <w:pStyle w:val="Sinespaciad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-Game following instructions</w:t>
            </w:r>
          </w:p>
        </w:tc>
        <w:tc>
          <w:tcPr>
            <w:tcW w:w="2639" w:type="dxa"/>
            <w:tcBorders>
              <w:bottom w:val="single" w:sz="4" w:space="0" w:color="auto"/>
            </w:tcBorders>
          </w:tcPr>
          <w:p w:rsidR="001164CE" w:rsidRPr="00B34852" w:rsidRDefault="001164CE" w:rsidP="00B34852">
            <w:pPr>
              <w:rPr>
                <w:b/>
                <w:lang w:val="en-US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1164CE" w:rsidRPr="005A600A" w:rsidRDefault="001164CE">
            <w:pPr>
              <w:rPr>
                <w:lang w:val="en-US"/>
              </w:rPr>
            </w:pPr>
          </w:p>
        </w:tc>
        <w:tc>
          <w:tcPr>
            <w:tcW w:w="2142" w:type="dxa"/>
            <w:tcBorders>
              <w:bottom w:val="single" w:sz="4" w:space="0" w:color="auto"/>
            </w:tcBorders>
          </w:tcPr>
          <w:p w:rsidR="001164CE" w:rsidRPr="005A600A" w:rsidRDefault="001164CE">
            <w:pPr>
              <w:rPr>
                <w:lang w:val="en-US"/>
              </w:rPr>
            </w:pPr>
          </w:p>
        </w:tc>
        <w:tc>
          <w:tcPr>
            <w:tcW w:w="1162" w:type="dxa"/>
            <w:tcBorders>
              <w:bottom w:val="single" w:sz="4" w:space="0" w:color="auto"/>
            </w:tcBorders>
          </w:tcPr>
          <w:p w:rsidR="001164CE" w:rsidRPr="005A600A" w:rsidRDefault="001164CE">
            <w:pPr>
              <w:rPr>
                <w:lang w:val="en-US"/>
              </w:rPr>
            </w:pPr>
          </w:p>
        </w:tc>
        <w:tc>
          <w:tcPr>
            <w:tcW w:w="1162" w:type="dxa"/>
            <w:tcBorders>
              <w:bottom w:val="single" w:sz="4" w:space="0" w:color="auto"/>
            </w:tcBorders>
          </w:tcPr>
          <w:p w:rsidR="001164CE" w:rsidRPr="005A600A" w:rsidRDefault="001164CE" w:rsidP="00FA2415">
            <w:pPr>
              <w:rPr>
                <w:lang w:val="en-US"/>
              </w:rPr>
            </w:pPr>
          </w:p>
        </w:tc>
      </w:tr>
      <w:tr w:rsidR="00806C01" w:rsidRPr="006178CE" w:rsidTr="006178CE">
        <w:trPr>
          <w:trHeight w:val="1266"/>
        </w:trPr>
        <w:tc>
          <w:tcPr>
            <w:tcW w:w="1781" w:type="dxa"/>
            <w:tcBorders>
              <w:bottom w:val="single" w:sz="4" w:space="0" w:color="auto"/>
            </w:tcBorders>
          </w:tcPr>
          <w:p w:rsidR="001F691C" w:rsidRPr="006178CE" w:rsidRDefault="001F691C" w:rsidP="001F691C">
            <w:pPr>
              <w:pStyle w:val="Sinespaciad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178C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-Listens to and recognizes words in sentences, in poems, rhymes, tongue-twisters and songs</w:t>
            </w:r>
            <w:r w:rsidRPr="006178C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</w:p>
          <w:p w:rsidR="001F691C" w:rsidRPr="006178CE" w:rsidRDefault="001F691C" w:rsidP="001F691C">
            <w:pPr>
              <w:pStyle w:val="Sinespaciado"/>
              <w:rPr>
                <w:rFonts w:asciiTheme="minorHAnsi" w:hAnsiTheme="minorHAnsi" w:cstheme="minorHAnsi"/>
                <w:sz w:val="20"/>
                <w:szCs w:val="20"/>
              </w:rPr>
            </w:pPr>
            <w:r w:rsidRPr="006178C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-Uses simple phrases in context to communicate, applying new vocabulary (answers WH questions showing understanding).</w:t>
            </w:r>
            <w:r w:rsidRPr="006178C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1F691C" w:rsidRPr="006178CE" w:rsidRDefault="001F691C" w:rsidP="001F691C">
            <w:pPr>
              <w:pStyle w:val="Sinespaciado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</w:pPr>
            <w:r w:rsidRPr="006178CE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6178C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Identifies the meaning of images, logos and familiar signs found in illustrations, picture books, reference books and stories.</w:t>
            </w:r>
            <w:r w:rsidRPr="006178C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1F691C" w:rsidRPr="006178CE" w:rsidRDefault="001F691C" w:rsidP="001F691C">
            <w:pPr>
              <w:pStyle w:val="Sinespaciad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178C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-Identifies </w:t>
            </w:r>
            <w:r w:rsidRPr="006178C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some of the elements of a story (characters-setting). </w:t>
            </w:r>
          </w:p>
          <w:p w:rsidR="001F691C" w:rsidRPr="006178CE" w:rsidRDefault="001F691C" w:rsidP="001F691C">
            <w:pPr>
              <w:pStyle w:val="Sinespaciado"/>
              <w:rPr>
                <w:rFonts w:asciiTheme="minorHAnsi" w:hAnsiTheme="minorHAnsi" w:cstheme="minorHAnsi"/>
                <w:sz w:val="20"/>
                <w:szCs w:val="20"/>
              </w:rPr>
            </w:pPr>
            <w:r w:rsidRPr="006178C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-Makes connections between personal experience and </w:t>
            </w:r>
            <w:r w:rsidRPr="006178C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en-US"/>
              </w:rPr>
              <w:t>story book characters.</w:t>
            </w:r>
            <w:r w:rsidRPr="006178C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1F691C" w:rsidRPr="006178CE" w:rsidRDefault="001F691C" w:rsidP="001F691C">
            <w:pPr>
              <w:pStyle w:val="Sinespaciado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6178C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-Reads and understands high frequency words.</w:t>
            </w:r>
          </w:p>
          <w:p w:rsidR="001F691C" w:rsidRPr="006178CE" w:rsidRDefault="001F691C" w:rsidP="001F691C">
            <w:pPr>
              <w:pStyle w:val="Sinespaciad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  <w:p w:rsidR="001F691C" w:rsidRPr="006178CE" w:rsidRDefault="001F691C" w:rsidP="001F691C">
            <w:pPr>
              <w:pStyle w:val="Sinespaciad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13" w:type="dxa"/>
            <w:tcBorders>
              <w:bottom w:val="single" w:sz="4" w:space="0" w:color="auto"/>
            </w:tcBorders>
          </w:tcPr>
          <w:p w:rsidR="001F691C" w:rsidRPr="006178CE" w:rsidRDefault="001F691C" w:rsidP="001F691C">
            <w:pPr>
              <w:pStyle w:val="Sinespaciad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178C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lastRenderedPageBreak/>
              <w:t>-</w:t>
            </w:r>
            <w:r w:rsidRPr="006324A2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Shared reading</w:t>
            </w:r>
          </w:p>
          <w:p w:rsidR="001F691C" w:rsidRPr="006178CE" w:rsidRDefault="001F691C" w:rsidP="001F691C">
            <w:pPr>
              <w:pStyle w:val="Sinespaciad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178C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Jump Frog Jump</w:t>
            </w:r>
          </w:p>
          <w:p w:rsidR="001F691C" w:rsidRPr="006178CE" w:rsidRDefault="001F691C" w:rsidP="001F691C">
            <w:pPr>
              <w:pStyle w:val="Sinespaciad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178C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-Interactive chart</w:t>
            </w:r>
          </w:p>
          <w:p w:rsidR="001F691C" w:rsidRPr="006178CE" w:rsidRDefault="001F691C" w:rsidP="001F691C">
            <w:pPr>
              <w:pStyle w:val="Sinespaciad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178C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This old man</w:t>
            </w:r>
          </w:p>
          <w:p w:rsidR="001F691C" w:rsidRPr="006178CE" w:rsidRDefault="001F691C" w:rsidP="001F691C">
            <w:pPr>
              <w:pStyle w:val="Sinespaciad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178C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Part 1</w:t>
            </w:r>
          </w:p>
          <w:p w:rsidR="00861282" w:rsidRPr="006178CE" w:rsidRDefault="00861282" w:rsidP="00861282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813" w:type="dxa"/>
            <w:tcBorders>
              <w:bottom w:val="single" w:sz="4" w:space="0" w:color="auto"/>
            </w:tcBorders>
          </w:tcPr>
          <w:p w:rsidR="001F691C" w:rsidRPr="006324A2" w:rsidRDefault="001F691C" w:rsidP="001F691C">
            <w:pPr>
              <w:pStyle w:val="Sinespaciado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6324A2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Shared reading</w:t>
            </w:r>
          </w:p>
          <w:p w:rsidR="001F691C" w:rsidRPr="006178CE" w:rsidRDefault="001F691C" w:rsidP="001F691C">
            <w:pPr>
              <w:pStyle w:val="Sinespaciad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178C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Jump Frog Jump</w:t>
            </w:r>
          </w:p>
          <w:p w:rsidR="001F691C" w:rsidRPr="006178CE" w:rsidRDefault="001F691C" w:rsidP="001F691C">
            <w:pPr>
              <w:pStyle w:val="Sinespaciad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178C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-Interactive chart</w:t>
            </w:r>
          </w:p>
          <w:p w:rsidR="001F691C" w:rsidRPr="006178CE" w:rsidRDefault="001F691C" w:rsidP="001F691C">
            <w:pPr>
              <w:pStyle w:val="Sinespaciad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178C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This old man</w:t>
            </w:r>
          </w:p>
          <w:p w:rsidR="001F691C" w:rsidRPr="006178CE" w:rsidRDefault="001F691C" w:rsidP="001F691C">
            <w:pPr>
              <w:pStyle w:val="Sinespaciad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178C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Part II</w:t>
            </w:r>
          </w:p>
          <w:p w:rsidR="006F696E" w:rsidRPr="006178CE" w:rsidRDefault="006F696E" w:rsidP="0014345D">
            <w:pPr>
              <w:pStyle w:val="Sinespaciad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39" w:type="dxa"/>
            <w:tcBorders>
              <w:bottom w:val="single" w:sz="4" w:space="0" w:color="auto"/>
            </w:tcBorders>
          </w:tcPr>
          <w:p w:rsidR="00B34852" w:rsidRPr="006178CE" w:rsidRDefault="00B227C3" w:rsidP="006178CE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6178CE">
              <w:rPr>
                <w:rFonts w:cstheme="minorHAnsi"/>
                <w:b/>
                <w:sz w:val="20"/>
                <w:szCs w:val="20"/>
                <w:lang w:val="en-US"/>
              </w:rPr>
              <w:t xml:space="preserve">Stations: </w:t>
            </w:r>
          </w:p>
          <w:p w:rsidR="00B227C3" w:rsidRPr="006178CE" w:rsidRDefault="00B227C3" w:rsidP="006178CE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6178CE">
              <w:rPr>
                <w:rFonts w:cstheme="minorHAnsi"/>
                <w:sz w:val="20"/>
                <w:szCs w:val="20"/>
                <w:lang w:val="en-US"/>
              </w:rPr>
              <w:t>Dramatize Jump Frog Jump</w:t>
            </w:r>
          </w:p>
          <w:p w:rsidR="00B227C3" w:rsidRPr="006178CE" w:rsidRDefault="00B227C3" w:rsidP="006178CE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6178CE">
              <w:rPr>
                <w:rFonts w:cstheme="minorHAnsi"/>
                <w:sz w:val="20"/>
                <w:szCs w:val="20"/>
                <w:lang w:val="en-US"/>
              </w:rPr>
              <w:t>Choose an interactive chart worked to retell</w:t>
            </w:r>
          </w:p>
          <w:p w:rsidR="00B227C3" w:rsidRPr="006178CE" w:rsidRDefault="00B227C3" w:rsidP="006178CE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6178CE">
              <w:rPr>
                <w:rFonts w:cstheme="minorHAnsi"/>
                <w:sz w:val="20"/>
                <w:szCs w:val="20"/>
                <w:lang w:val="en-US"/>
              </w:rPr>
              <w:t xml:space="preserve">Finish the setting of the story Jump Frog Jump by cutting and </w:t>
            </w:r>
            <w:r w:rsidR="006178CE" w:rsidRPr="006178CE">
              <w:rPr>
                <w:rFonts w:cstheme="minorHAnsi"/>
                <w:sz w:val="20"/>
                <w:szCs w:val="20"/>
                <w:lang w:val="en-US"/>
              </w:rPr>
              <w:t>pasting the</w:t>
            </w:r>
            <w:r w:rsidRPr="006178CE">
              <w:rPr>
                <w:rFonts w:cstheme="minorHAnsi"/>
                <w:sz w:val="20"/>
                <w:szCs w:val="20"/>
                <w:lang w:val="en-US"/>
              </w:rPr>
              <w:t xml:space="preserve"> characters drawn as homework assignment on the setting drawn on the cardboard.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2825A2" w:rsidRPr="006178CE" w:rsidRDefault="002825A2" w:rsidP="006178CE">
            <w:pPr>
              <w:rPr>
                <w:b/>
                <w:lang w:val="en-US"/>
              </w:rPr>
            </w:pPr>
            <w:r w:rsidRPr="006178CE">
              <w:rPr>
                <w:b/>
                <w:lang w:val="en-US"/>
              </w:rPr>
              <w:t xml:space="preserve">Stations: </w:t>
            </w:r>
          </w:p>
          <w:p w:rsidR="006F696E" w:rsidRPr="006178CE" w:rsidRDefault="002825A2" w:rsidP="006178CE">
            <w:pPr>
              <w:rPr>
                <w:lang w:val="en-US"/>
              </w:rPr>
            </w:pPr>
            <w:r w:rsidRPr="006178CE">
              <w:rPr>
                <w:lang w:val="en-US"/>
              </w:rPr>
              <w:t>Shared  reading</w:t>
            </w:r>
          </w:p>
          <w:p w:rsidR="002825A2" w:rsidRDefault="002825A2" w:rsidP="006178CE">
            <w:pPr>
              <w:rPr>
                <w:lang w:val="en-US"/>
              </w:rPr>
            </w:pPr>
            <w:r w:rsidRPr="006178CE">
              <w:rPr>
                <w:lang w:val="en-US"/>
              </w:rPr>
              <w:t>“What do you see?”</w:t>
            </w:r>
          </w:p>
          <w:p w:rsidR="006178CE" w:rsidRDefault="006178CE" w:rsidP="006178CE">
            <w:pPr>
              <w:rPr>
                <w:lang w:val="en-US"/>
              </w:rPr>
            </w:pPr>
            <w:r>
              <w:rPr>
                <w:lang w:val="en-US"/>
              </w:rPr>
              <w:t>Interactive chart “this old man” (6 to 10)</w:t>
            </w:r>
          </w:p>
          <w:p w:rsidR="006178CE" w:rsidRDefault="006324A2" w:rsidP="006178CE">
            <w:pPr>
              <w:rPr>
                <w:lang w:val="en-US"/>
              </w:rPr>
            </w:pPr>
            <w:r>
              <w:rPr>
                <w:lang w:val="en-US"/>
              </w:rPr>
              <w:t>Sounds</w:t>
            </w:r>
            <w:r w:rsidR="006178CE">
              <w:rPr>
                <w:lang w:val="en-US"/>
              </w:rPr>
              <w:t xml:space="preserve"> booklet</w:t>
            </w:r>
          </w:p>
          <w:p w:rsidR="006178CE" w:rsidRPr="006178CE" w:rsidRDefault="006178CE" w:rsidP="006178CE">
            <w:pPr>
              <w:rPr>
                <w:lang w:val="en-US"/>
              </w:rPr>
            </w:pPr>
            <w:r>
              <w:rPr>
                <w:lang w:val="en-US"/>
              </w:rPr>
              <w:t>Computer “</w:t>
            </w:r>
            <w:proofErr w:type="spellStart"/>
            <w:r>
              <w:rPr>
                <w:lang w:val="en-US"/>
              </w:rPr>
              <w:t>Starfall</w:t>
            </w:r>
            <w:proofErr w:type="spellEnd"/>
            <w:r>
              <w:rPr>
                <w:lang w:val="en-US"/>
              </w:rPr>
              <w:t>”</w:t>
            </w:r>
          </w:p>
          <w:p w:rsidR="002825A2" w:rsidRPr="002825A2" w:rsidRDefault="002825A2" w:rsidP="006178CE">
            <w:pPr>
              <w:ind w:left="360"/>
              <w:rPr>
                <w:lang w:val="en-US"/>
              </w:rPr>
            </w:pPr>
          </w:p>
        </w:tc>
        <w:tc>
          <w:tcPr>
            <w:tcW w:w="2142" w:type="dxa"/>
            <w:tcBorders>
              <w:bottom w:val="single" w:sz="4" w:space="0" w:color="auto"/>
            </w:tcBorders>
          </w:tcPr>
          <w:p w:rsidR="006F696E" w:rsidRDefault="006178CE">
            <w:pPr>
              <w:rPr>
                <w:b/>
                <w:lang w:val="en-US"/>
              </w:rPr>
            </w:pPr>
            <w:r w:rsidRPr="006178CE">
              <w:rPr>
                <w:b/>
                <w:lang w:val="en-US"/>
              </w:rPr>
              <w:t>Stations:</w:t>
            </w:r>
          </w:p>
          <w:p w:rsidR="006178CE" w:rsidRDefault="006178CE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Shared reading</w:t>
            </w:r>
          </w:p>
          <w:p w:rsidR="006178CE" w:rsidRDefault="006178CE">
            <w:pPr>
              <w:rPr>
                <w:lang w:val="en-US"/>
              </w:rPr>
            </w:pPr>
            <w:r w:rsidRPr="006178CE">
              <w:rPr>
                <w:lang w:val="en-US"/>
              </w:rPr>
              <w:t>“</w:t>
            </w:r>
            <w:r>
              <w:rPr>
                <w:lang w:val="en-US"/>
              </w:rPr>
              <w:t>W</w:t>
            </w:r>
            <w:r w:rsidRPr="006178CE">
              <w:rPr>
                <w:lang w:val="en-US"/>
              </w:rPr>
              <w:t>hat do you see?</w:t>
            </w:r>
            <w:r>
              <w:rPr>
                <w:lang w:val="en-US"/>
              </w:rPr>
              <w:t>”</w:t>
            </w:r>
          </w:p>
          <w:p w:rsidR="006324A2" w:rsidRDefault="006324A2">
            <w:pPr>
              <w:rPr>
                <w:lang w:val="en-US"/>
              </w:rPr>
            </w:pPr>
            <w:r>
              <w:rPr>
                <w:lang w:val="en-US"/>
              </w:rPr>
              <w:t>Computer “ORT books</w:t>
            </w:r>
          </w:p>
          <w:p w:rsidR="006324A2" w:rsidRDefault="006324A2">
            <w:pPr>
              <w:rPr>
                <w:lang w:val="en-US"/>
              </w:rPr>
            </w:pPr>
            <w:r>
              <w:rPr>
                <w:lang w:val="en-US"/>
              </w:rPr>
              <w:t>B. sounds booklet (D)</w:t>
            </w:r>
          </w:p>
          <w:p w:rsidR="006324A2" w:rsidRDefault="006324A2">
            <w:pPr>
              <w:rPr>
                <w:lang w:val="en-US"/>
              </w:rPr>
            </w:pPr>
            <w:r>
              <w:rPr>
                <w:lang w:val="en-US"/>
              </w:rPr>
              <w:t>Writing Cards</w:t>
            </w:r>
          </w:p>
          <w:p w:rsidR="006178CE" w:rsidRDefault="006178CE">
            <w:pPr>
              <w:rPr>
                <w:lang w:val="en-US"/>
              </w:rPr>
            </w:pPr>
          </w:p>
          <w:p w:rsidR="006178CE" w:rsidRPr="006178CE" w:rsidRDefault="006178CE">
            <w:pPr>
              <w:rPr>
                <w:lang w:val="en-US"/>
              </w:rPr>
            </w:pPr>
          </w:p>
          <w:p w:rsidR="006178CE" w:rsidRPr="006178CE" w:rsidRDefault="006178CE">
            <w:pPr>
              <w:rPr>
                <w:b/>
                <w:lang w:val="en-US"/>
              </w:rPr>
            </w:pPr>
          </w:p>
          <w:p w:rsidR="006178CE" w:rsidRPr="005A600A" w:rsidRDefault="006178CE">
            <w:pPr>
              <w:rPr>
                <w:lang w:val="en-US"/>
              </w:rPr>
            </w:pPr>
          </w:p>
        </w:tc>
        <w:tc>
          <w:tcPr>
            <w:tcW w:w="1162" w:type="dxa"/>
            <w:tcBorders>
              <w:bottom w:val="single" w:sz="4" w:space="0" w:color="auto"/>
            </w:tcBorders>
          </w:tcPr>
          <w:p w:rsidR="006F696E" w:rsidRPr="005A600A" w:rsidRDefault="006F696E">
            <w:pPr>
              <w:rPr>
                <w:lang w:val="en-US"/>
              </w:rPr>
            </w:pPr>
          </w:p>
        </w:tc>
        <w:tc>
          <w:tcPr>
            <w:tcW w:w="1162" w:type="dxa"/>
            <w:tcBorders>
              <w:bottom w:val="single" w:sz="4" w:space="0" w:color="auto"/>
            </w:tcBorders>
          </w:tcPr>
          <w:p w:rsidR="005509B4" w:rsidRPr="005A600A" w:rsidRDefault="005509B4" w:rsidP="00FA2415">
            <w:pPr>
              <w:rPr>
                <w:lang w:val="en-US"/>
              </w:rPr>
            </w:pPr>
          </w:p>
        </w:tc>
      </w:tr>
      <w:tr w:rsidR="00806C01" w:rsidRPr="001F691C" w:rsidTr="006178CE">
        <w:tc>
          <w:tcPr>
            <w:tcW w:w="1781" w:type="dxa"/>
          </w:tcPr>
          <w:p w:rsidR="006F696E" w:rsidRDefault="001164CE">
            <w:pPr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lastRenderedPageBreak/>
              <w:t>-</w:t>
            </w:r>
            <w:r w:rsidRPr="00B24AD9">
              <w:rPr>
                <w:rFonts w:ascii="Calibri" w:hAnsi="Calibri"/>
                <w:sz w:val="20"/>
                <w:szCs w:val="20"/>
                <w:lang w:val="en-US"/>
              </w:rPr>
              <w:t>Recognizes</w:t>
            </w:r>
            <w:r w:rsidRPr="00B24AD9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</w:t>
            </w:r>
            <w:r w:rsidRPr="00B24AD9">
              <w:rPr>
                <w:rFonts w:ascii="Calibri" w:hAnsi="Calibri"/>
                <w:sz w:val="20"/>
                <w:szCs w:val="20"/>
                <w:lang w:val="en-US"/>
              </w:rPr>
              <w:t xml:space="preserve">some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ending </w:t>
            </w:r>
            <w:r w:rsidRPr="00B24AD9">
              <w:rPr>
                <w:rFonts w:ascii="Calibri" w:hAnsi="Calibri"/>
                <w:sz w:val="20"/>
                <w:szCs w:val="20"/>
                <w:lang w:val="en-US"/>
              </w:rPr>
              <w:t xml:space="preserve">sounds 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in poems, rhymes, tongue-twisters and songs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.</w:t>
            </w:r>
          </w:p>
          <w:p w:rsidR="001164CE" w:rsidRDefault="001164C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-</w:t>
            </w:r>
            <w:r w:rsidRPr="00B24AD9">
              <w:rPr>
                <w:rFonts w:ascii="Calibri" w:hAnsi="Calibri"/>
                <w:sz w:val="20"/>
                <w:szCs w:val="20"/>
                <w:lang w:val="en-US"/>
              </w:rPr>
              <w:t xml:space="preserve">Gives examples of words with the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ending sounds </w:t>
            </w:r>
            <w:r w:rsidRPr="00B24AD9">
              <w:rPr>
                <w:rFonts w:ascii="Calibri" w:hAnsi="Calibri"/>
                <w:sz w:val="20"/>
                <w:szCs w:val="20"/>
                <w:lang w:val="en-US"/>
              </w:rPr>
              <w:t>requested</w:t>
            </w:r>
          </w:p>
          <w:p w:rsidR="001164CE" w:rsidRPr="00861282" w:rsidRDefault="001164CE">
            <w:pPr>
              <w:rPr>
                <w:lang w:val="en-US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GB"/>
              </w:rPr>
              <w:t>-</w:t>
            </w:r>
            <w:r w:rsidRPr="001F691C">
              <w:rPr>
                <w:rFonts w:cstheme="minorHAnsi"/>
                <w:color w:val="000000"/>
                <w:sz w:val="20"/>
                <w:szCs w:val="20"/>
                <w:lang w:val="en-GB"/>
              </w:rPr>
              <w:t>Reads and understands high frequency words.</w:t>
            </w:r>
          </w:p>
        </w:tc>
        <w:tc>
          <w:tcPr>
            <w:tcW w:w="1813" w:type="dxa"/>
          </w:tcPr>
          <w:p w:rsidR="006F696E" w:rsidRDefault="00F20AA3">
            <w:pPr>
              <w:rPr>
                <w:lang w:val="en-US"/>
              </w:rPr>
            </w:pPr>
            <w:r>
              <w:rPr>
                <w:lang w:val="en-US"/>
              </w:rPr>
              <w:t>-Phonemic awareness with Fabio</w:t>
            </w:r>
          </w:p>
          <w:p w:rsidR="0000483C" w:rsidRDefault="001F691C">
            <w:pPr>
              <w:rPr>
                <w:lang w:val="en-US"/>
              </w:rPr>
            </w:pPr>
            <w:r>
              <w:rPr>
                <w:lang w:val="en-US"/>
              </w:rPr>
              <w:t>-Diff. reading</w:t>
            </w:r>
          </w:p>
          <w:p w:rsidR="00B227C3" w:rsidRPr="00861282" w:rsidRDefault="00B227C3" w:rsidP="00B227C3">
            <w:pPr>
              <w:rPr>
                <w:lang w:val="en-US"/>
              </w:rPr>
            </w:pPr>
            <w:r>
              <w:rPr>
                <w:lang w:val="en-US"/>
              </w:rPr>
              <w:t>-Gross Motor skills</w:t>
            </w:r>
          </w:p>
          <w:p w:rsidR="00F20AA3" w:rsidRPr="00861282" w:rsidRDefault="00F20AA3">
            <w:pPr>
              <w:rPr>
                <w:lang w:val="en-US"/>
              </w:rPr>
            </w:pPr>
          </w:p>
          <w:p w:rsidR="006F696E" w:rsidRPr="00861282" w:rsidRDefault="006F696E">
            <w:pPr>
              <w:rPr>
                <w:lang w:val="en-US"/>
              </w:rPr>
            </w:pPr>
          </w:p>
          <w:p w:rsidR="006F696E" w:rsidRPr="00861282" w:rsidRDefault="006F696E">
            <w:pPr>
              <w:rPr>
                <w:lang w:val="en-US"/>
              </w:rPr>
            </w:pPr>
          </w:p>
          <w:p w:rsidR="006F696E" w:rsidRPr="00861282" w:rsidRDefault="006F696E">
            <w:pPr>
              <w:rPr>
                <w:lang w:val="en-US"/>
              </w:rPr>
            </w:pPr>
          </w:p>
          <w:p w:rsidR="006F696E" w:rsidRPr="00861282" w:rsidRDefault="006F696E">
            <w:pPr>
              <w:rPr>
                <w:lang w:val="en-US"/>
              </w:rPr>
            </w:pPr>
          </w:p>
        </w:tc>
        <w:tc>
          <w:tcPr>
            <w:tcW w:w="1813" w:type="dxa"/>
          </w:tcPr>
          <w:p w:rsidR="00F20AA3" w:rsidRDefault="00F20AA3" w:rsidP="00F20AA3">
            <w:pPr>
              <w:rPr>
                <w:lang w:val="en-US"/>
              </w:rPr>
            </w:pPr>
            <w:r>
              <w:rPr>
                <w:lang w:val="en-US"/>
              </w:rPr>
              <w:t>-Phonemic awareness with Fabio</w:t>
            </w:r>
          </w:p>
          <w:p w:rsidR="00B227C3" w:rsidRPr="00861282" w:rsidRDefault="001F691C" w:rsidP="00B227C3">
            <w:pPr>
              <w:rPr>
                <w:lang w:val="en-US"/>
              </w:rPr>
            </w:pPr>
            <w:r>
              <w:rPr>
                <w:lang w:val="en-US"/>
              </w:rPr>
              <w:t>-Diff. reading</w:t>
            </w:r>
            <w:r w:rsidR="00F20AA3">
              <w:rPr>
                <w:lang w:val="en-US"/>
              </w:rPr>
              <w:t xml:space="preserve"> </w:t>
            </w:r>
            <w:r w:rsidR="00B227C3">
              <w:rPr>
                <w:lang w:val="en-US"/>
              </w:rPr>
              <w:t>-Gross Motor skills</w:t>
            </w:r>
          </w:p>
          <w:p w:rsidR="00F20AA3" w:rsidRPr="00861282" w:rsidRDefault="00F20AA3" w:rsidP="00F20AA3">
            <w:pPr>
              <w:rPr>
                <w:lang w:val="en-US"/>
              </w:rPr>
            </w:pPr>
          </w:p>
          <w:p w:rsidR="006F696E" w:rsidRPr="00861282" w:rsidRDefault="006F696E">
            <w:pPr>
              <w:rPr>
                <w:lang w:val="en-US"/>
              </w:rPr>
            </w:pPr>
          </w:p>
        </w:tc>
        <w:tc>
          <w:tcPr>
            <w:tcW w:w="2639" w:type="dxa"/>
          </w:tcPr>
          <w:p w:rsidR="00B227C3" w:rsidRDefault="001F691C" w:rsidP="00B227C3">
            <w:pPr>
              <w:rPr>
                <w:lang w:val="en-US"/>
              </w:rPr>
            </w:pPr>
            <w:r w:rsidRPr="00AD48C4">
              <w:rPr>
                <w:lang w:val="en-US"/>
              </w:rPr>
              <w:t xml:space="preserve"> </w:t>
            </w:r>
            <w:r w:rsidR="00B227C3">
              <w:rPr>
                <w:lang w:val="en-US"/>
              </w:rPr>
              <w:t>-Phonemic awareness with Fabio</w:t>
            </w:r>
          </w:p>
          <w:p w:rsidR="00B227C3" w:rsidRDefault="00B227C3" w:rsidP="00B227C3">
            <w:pPr>
              <w:rPr>
                <w:lang w:val="en-US"/>
              </w:rPr>
            </w:pPr>
            <w:r>
              <w:rPr>
                <w:lang w:val="en-US"/>
              </w:rPr>
              <w:t>-Diff. reading</w:t>
            </w:r>
          </w:p>
          <w:p w:rsidR="00B227C3" w:rsidRPr="00861282" w:rsidRDefault="00B227C3" w:rsidP="00B227C3">
            <w:pPr>
              <w:rPr>
                <w:lang w:val="en-US"/>
              </w:rPr>
            </w:pPr>
            <w:r>
              <w:rPr>
                <w:lang w:val="en-US"/>
              </w:rPr>
              <w:t>-Gross Motor skills</w:t>
            </w:r>
          </w:p>
          <w:p w:rsidR="00B34852" w:rsidRPr="00AD48C4" w:rsidRDefault="00B34852" w:rsidP="001F691C">
            <w:pPr>
              <w:rPr>
                <w:lang w:val="en-US"/>
              </w:rPr>
            </w:pPr>
          </w:p>
        </w:tc>
        <w:tc>
          <w:tcPr>
            <w:tcW w:w="2410" w:type="dxa"/>
          </w:tcPr>
          <w:p w:rsidR="002825A2" w:rsidRDefault="002825A2" w:rsidP="002825A2">
            <w:pPr>
              <w:rPr>
                <w:lang w:val="en-US"/>
              </w:rPr>
            </w:pPr>
            <w:r>
              <w:rPr>
                <w:lang w:val="en-US"/>
              </w:rPr>
              <w:t>-Phonemic awareness with Fabio</w:t>
            </w:r>
          </w:p>
          <w:p w:rsidR="002825A2" w:rsidRDefault="002825A2" w:rsidP="002825A2">
            <w:pPr>
              <w:rPr>
                <w:lang w:val="en-US"/>
              </w:rPr>
            </w:pPr>
            <w:r>
              <w:rPr>
                <w:lang w:val="en-US"/>
              </w:rPr>
              <w:t>-Diff. reading</w:t>
            </w:r>
          </w:p>
          <w:p w:rsidR="002825A2" w:rsidRPr="00861282" w:rsidRDefault="002825A2" w:rsidP="002825A2">
            <w:pPr>
              <w:rPr>
                <w:lang w:val="en-US"/>
              </w:rPr>
            </w:pPr>
            <w:r>
              <w:rPr>
                <w:lang w:val="en-US"/>
              </w:rPr>
              <w:t>-Gross Motor skills</w:t>
            </w:r>
          </w:p>
          <w:p w:rsidR="00682766" w:rsidRPr="00AD48C4" w:rsidRDefault="00682766">
            <w:pPr>
              <w:rPr>
                <w:lang w:val="en-US"/>
              </w:rPr>
            </w:pPr>
          </w:p>
        </w:tc>
        <w:tc>
          <w:tcPr>
            <w:tcW w:w="2142" w:type="dxa"/>
          </w:tcPr>
          <w:p w:rsidR="006324A2" w:rsidRDefault="006324A2" w:rsidP="006324A2">
            <w:pPr>
              <w:rPr>
                <w:lang w:val="en-US"/>
              </w:rPr>
            </w:pPr>
            <w:r>
              <w:rPr>
                <w:lang w:val="en-US"/>
              </w:rPr>
              <w:t>Phonemic awareness with Fabio</w:t>
            </w:r>
          </w:p>
          <w:p w:rsidR="006324A2" w:rsidRDefault="006324A2" w:rsidP="006324A2">
            <w:pPr>
              <w:rPr>
                <w:lang w:val="en-US"/>
              </w:rPr>
            </w:pPr>
            <w:r>
              <w:rPr>
                <w:lang w:val="en-US"/>
              </w:rPr>
              <w:t>-Diff. reading</w:t>
            </w:r>
          </w:p>
          <w:p w:rsidR="006324A2" w:rsidRPr="00861282" w:rsidRDefault="006324A2" w:rsidP="006324A2">
            <w:pPr>
              <w:rPr>
                <w:lang w:val="en-US"/>
              </w:rPr>
            </w:pPr>
            <w:r>
              <w:rPr>
                <w:lang w:val="en-US"/>
              </w:rPr>
              <w:t>-Gross Motor skills</w:t>
            </w:r>
          </w:p>
          <w:p w:rsidR="006F696E" w:rsidRPr="00AD48C4" w:rsidRDefault="006F696E">
            <w:pPr>
              <w:rPr>
                <w:lang w:val="en-US"/>
              </w:rPr>
            </w:pPr>
          </w:p>
        </w:tc>
        <w:tc>
          <w:tcPr>
            <w:tcW w:w="1162" w:type="dxa"/>
          </w:tcPr>
          <w:p w:rsidR="006F696E" w:rsidRPr="00AD48C4" w:rsidRDefault="006F696E">
            <w:pPr>
              <w:rPr>
                <w:lang w:val="en-US"/>
              </w:rPr>
            </w:pPr>
          </w:p>
        </w:tc>
        <w:tc>
          <w:tcPr>
            <w:tcW w:w="1162" w:type="dxa"/>
          </w:tcPr>
          <w:p w:rsidR="006F696E" w:rsidRPr="00AD48C4" w:rsidRDefault="006F696E" w:rsidP="006F696E">
            <w:pPr>
              <w:rPr>
                <w:lang w:val="en-US"/>
              </w:rPr>
            </w:pPr>
          </w:p>
        </w:tc>
      </w:tr>
      <w:tr w:rsidR="00806C01" w:rsidRPr="006178CE" w:rsidTr="006178CE">
        <w:trPr>
          <w:trHeight w:val="1272"/>
        </w:trPr>
        <w:tc>
          <w:tcPr>
            <w:tcW w:w="1781" w:type="dxa"/>
          </w:tcPr>
          <w:p w:rsidR="001164CE" w:rsidRPr="00E54AE3" w:rsidRDefault="001164CE" w:rsidP="001164CE">
            <w:pPr>
              <w:rPr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Pr="00B24AD9">
              <w:rPr>
                <w:rFonts w:ascii="Calibri" w:hAnsi="Calibri"/>
                <w:sz w:val="20"/>
                <w:szCs w:val="20"/>
                <w:lang w:val="en-GB"/>
              </w:rPr>
              <w:t>Identifies the meaning of images, logos and familiar signs found in illustrations, picture books, reference books and stories.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</w:p>
          <w:p w:rsidR="00E54AE3" w:rsidRPr="00E54AE3" w:rsidRDefault="00E54AE3">
            <w:pPr>
              <w:rPr>
                <w:lang w:val="en-US"/>
              </w:rPr>
            </w:pPr>
          </w:p>
        </w:tc>
        <w:tc>
          <w:tcPr>
            <w:tcW w:w="1813" w:type="dxa"/>
          </w:tcPr>
          <w:p w:rsidR="006F696E" w:rsidRDefault="006F696E">
            <w:pPr>
              <w:rPr>
                <w:lang w:val="en-US"/>
              </w:rPr>
            </w:pPr>
          </w:p>
          <w:p w:rsidR="00E54AE3" w:rsidRPr="00AD48C4" w:rsidRDefault="00E54AE3">
            <w:pPr>
              <w:rPr>
                <w:lang w:val="en-US"/>
              </w:rPr>
            </w:pPr>
          </w:p>
        </w:tc>
        <w:tc>
          <w:tcPr>
            <w:tcW w:w="1813" w:type="dxa"/>
          </w:tcPr>
          <w:p w:rsidR="00E54AE3" w:rsidRPr="00FA53AC" w:rsidRDefault="00E54AE3" w:rsidP="00B227C3">
            <w:pPr>
              <w:rPr>
                <w:lang w:val="en-US"/>
              </w:rPr>
            </w:pPr>
          </w:p>
        </w:tc>
        <w:tc>
          <w:tcPr>
            <w:tcW w:w="2639" w:type="dxa"/>
          </w:tcPr>
          <w:p w:rsidR="00B34852" w:rsidRPr="008132BC" w:rsidRDefault="00B34852">
            <w:pPr>
              <w:rPr>
                <w:lang w:val="en-GB"/>
              </w:rPr>
            </w:pPr>
          </w:p>
        </w:tc>
        <w:tc>
          <w:tcPr>
            <w:tcW w:w="2410" w:type="dxa"/>
          </w:tcPr>
          <w:p w:rsidR="006F696E" w:rsidRPr="00FA53AC" w:rsidRDefault="002825A2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Pr="002825A2">
              <w:rPr>
                <w:b/>
                <w:lang w:val="en-US"/>
              </w:rPr>
              <w:t>Expert Alma</w:t>
            </w:r>
            <w:r>
              <w:rPr>
                <w:b/>
                <w:lang w:val="en-US"/>
              </w:rPr>
              <w:t xml:space="preserve"> (</w:t>
            </w:r>
            <w:proofErr w:type="spellStart"/>
            <w:r>
              <w:rPr>
                <w:b/>
                <w:lang w:val="en-US"/>
              </w:rPr>
              <w:t>Pendiente</w:t>
            </w:r>
            <w:proofErr w:type="spellEnd"/>
            <w:r>
              <w:rPr>
                <w:b/>
                <w:lang w:val="en-US"/>
              </w:rPr>
              <w:t xml:space="preserve"> from last week)</w:t>
            </w:r>
          </w:p>
        </w:tc>
        <w:tc>
          <w:tcPr>
            <w:tcW w:w="2142" w:type="dxa"/>
          </w:tcPr>
          <w:p w:rsidR="0045346E" w:rsidRPr="00FA53AC" w:rsidRDefault="006324A2">
            <w:pPr>
              <w:rPr>
                <w:lang w:val="en-US"/>
              </w:rPr>
            </w:pPr>
            <w:r>
              <w:rPr>
                <w:lang w:val="en-US"/>
              </w:rPr>
              <w:t>-Visual text act.</w:t>
            </w:r>
            <w:bookmarkStart w:id="0" w:name="_GoBack"/>
            <w:bookmarkEnd w:id="0"/>
          </w:p>
        </w:tc>
        <w:tc>
          <w:tcPr>
            <w:tcW w:w="1162" w:type="dxa"/>
          </w:tcPr>
          <w:p w:rsidR="006F696E" w:rsidRPr="00FA53AC" w:rsidRDefault="006F696E">
            <w:pPr>
              <w:rPr>
                <w:lang w:val="en-US"/>
              </w:rPr>
            </w:pPr>
          </w:p>
        </w:tc>
        <w:tc>
          <w:tcPr>
            <w:tcW w:w="1162" w:type="dxa"/>
          </w:tcPr>
          <w:p w:rsidR="006F696E" w:rsidRPr="00FA53AC" w:rsidRDefault="006F696E" w:rsidP="006F696E">
            <w:pPr>
              <w:rPr>
                <w:lang w:val="en-US"/>
              </w:rPr>
            </w:pPr>
          </w:p>
        </w:tc>
      </w:tr>
      <w:tr w:rsidR="001164CE" w:rsidRPr="001F691C" w:rsidTr="006178CE">
        <w:trPr>
          <w:trHeight w:val="1272"/>
        </w:trPr>
        <w:tc>
          <w:tcPr>
            <w:tcW w:w="1781" w:type="dxa"/>
          </w:tcPr>
          <w:p w:rsidR="001164CE" w:rsidRDefault="001164CE" w:rsidP="001164CE">
            <w:pPr>
              <w:rPr>
                <w:rFonts w:ascii="Calibri" w:hAnsi="Calibri" w:cs="MyriadPro-Regular"/>
                <w:color w:val="FF0000"/>
                <w:sz w:val="20"/>
                <w:szCs w:val="20"/>
                <w:lang w:val="en-US" w:eastAsia="en-US"/>
              </w:rPr>
            </w:pPr>
            <w:r w:rsidRPr="00B24AD9">
              <w:rPr>
                <w:rFonts w:ascii="Calibri" w:hAnsi="Calibri"/>
                <w:sz w:val="20"/>
                <w:szCs w:val="20"/>
                <w:lang w:val="en-GB"/>
              </w:rPr>
              <w:t>Writes assigning meaning to messages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.     </w:t>
            </w:r>
            <w:r>
              <w:rPr>
                <w:rFonts w:ascii="Calibri" w:hAnsi="Calibri" w:cs="MyriadPro-Regular"/>
                <w:color w:val="FF0000"/>
                <w:sz w:val="20"/>
                <w:szCs w:val="20"/>
                <w:lang w:val="en-US" w:eastAsia="en-US"/>
              </w:rPr>
              <w:t>(Phase 1) (Cards)</w:t>
            </w:r>
          </w:p>
          <w:p w:rsidR="001164CE" w:rsidRDefault="001164CE" w:rsidP="001164CE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  <w:tc>
          <w:tcPr>
            <w:tcW w:w="1813" w:type="dxa"/>
          </w:tcPr>
          <w:p w:rsidR="001164CE" w:rsidRDefault="001164CE" w:rsidP="00B227C3">
            <w:pPr>
              <w:rPr>
                <w:lang w:val="en-US"/>
              </w:rPr>
            </w:pPr>
          </w:p>
        </w:tc>
        <w:tc>
          <w:tcPr>
            <w:tcW w:w="1813" w:type="dxa"/>
          </w:tcPr>
          <w:p w:rsidR="001164CE" w:rsidRDefault="001164CE" w:rsidP="001164CE">
            <w:pPr>
              <w:rPr>
                <w:lang w:val="en-US"/>
              </w:rPr>
            </w:pPr>
            <w:r>
              <w:rPr>
                <w:lang w:val="en-US"/>
              </w:rPr>
              <w:t>Writing class 1</w:t>
            </w:r>
          </w:p>
          <w:p w:rsidR="001164CE" w:rsidRDefault="001164CE" w:rsidP="001164CE">
            <w:pPr>
              <w:rPr>
                <w:lang w:val="en-US"/>
              </w:rPr>
            </w:pPr>
            <w:r>
              <w:rPr>
                <w:lang w:val="en-US"/>
              </w:rPr>
              <w:t>(Introduce cards)</w:t>
            </w:r>
          </w:p>
        </w:tc>
        <w:tc>
          <w:tcPr>
            <w:tcW w:w="2639" w:type="dxa"/>
          </w:tcPr>
          <w:p w:rsidR="001164CE" w:rsidRPr="008132BC" w:rsidRDefault="001164CE">
            <w:pPr>
              <w:rPr>
                <w:lang w:val="en-GB"/>
              </w:rPr>
            </w:pPr>
          </w:p>
        </w:tc>
        <w:tc>
          <w:tcPr>
            <w:tcW w:w="2410" w:type="dxa"/>
          </w:tcPr>
          <w:p w:rsidR="001164CE" w:rsidRPr="00FA53AC" w:rsidRDefault="001164CE">
            <w:pPr>
              <w:rPr>
                <w:lang w:val="en-US"/>
              </w:rPr>
            </w:pPr>
          </w:p>
        </w:tc>
        <w:tc>
          <w:tcPr>
            <w:tcW w:w="2142" w:type="dxa"/>
          </w:tcPr>
          <w:p w:rsidR="001164CE" w:rsidRPr="00FA53AC" w:rsidRDefault="001164CE">
            <w:pPr>
              <w:rPr>
                <w:lang w:val="en-US"/>
              </w:rPr>
            </w:pPr>
          </w:p>
        </w:tc>
        <w:tc>
          <w:tcPr>
            <w:tcW w:w="1162" w:type="dxa"/>
          </w:tcPr>
          <w:p w:rsidR="001164CE" w:rsidRPr="00FA53AC" w:rsidRDefault="001164CE">
            <w:pPr>
              <w:rPr>
                <w:lang w:val="en-US"/>
              </w:rPr>
            </w:pPr>
          </w:p>
        </w:tc>
        <w:tc>
          <w:tcPr>
            <w:tcW w:w="1162" w:type="dxa"/>
          </w:tcPr>
          <w:p w:rsidR="001164CE" w:rsidRPr="00FA53AC" w:rsidRDefault="001164CE" w:rsidP="006F696E">
            <w:pPr>
              <w:rPr>
                <w:lang w:val="en-US"/>
              </w:rPr>
            </w:pPr>
          </w:p>
        </w:tc>
      </w:tr>
    </w:tbl>
    <w:p w:rsidR="007E3654" w:rsidRPr="008A7D0B" w:rsidRDefault="007E3654">
      <w:pPr>
        <w:rPr>
          <w:lang w:val="en-US"/>
        </w:rPr>
      </w:pPr>
    </w:p>
    <w:sectPr w:rsidR="007E3654" w:rsidRPr="008A7D0B" w:rsidSect="005A600A">
      <w:pgSz w:w="15840" w:h="12240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A098F"/>
    <w:multiLevelType w:val="hybridMultilevel"/>
    <w:tmpl w:val="2898B8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4CF50CA"/>
    <w:multiLevelType w:val="hybridMultilevel"/>
    <w:tmpl w:val="9DF8C0C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9A0501"/>
    <w:multiLevelType w:val="hybridMultilevel"/>
    <w:tmpl w:val="68E0C61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712221"/>
    <w:multiLevelType w:val="hybridMultilevel"/>
    <w:tmpl w:val="EC46F522"/>
    <w:lvl w:ilvl="0" w:tplc="AEA46756">
      <w:start w:val="1"/>
      <w:numFmt w:val="decimal"/>
      <w:lvlText w:val="%1."/>
      <w:lvlJc w:val="left"/>
      <w:pPr>
        <w:ind w:left="915" w:hanging="360"/>
      </w:pPr>
      <w:rPr>
        <w:rFonts w:hint="default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635" w:hanging="360"/>
      </w:pPr>
    </w:lvl>
    <w:lvl w:ilvl="2" w:tplc="240A001B" w:tentative="1">
      <w:start w:val="1"/>
      <w:numFmt w:val="lowerRoman"/>
      <w:lvlText w:val="%3."/>
      <w:lvlJc w:val="right"/>
      <w:pPr>
        <w:ind w:left="2355" w:hanging="180"/>
      </w:pPr>
    </w:lvl>
    <w:lvl w:ilvl="3" w:tplc="240A000F" w:tentative="1">
      <w:start w:val="1"/>
      <w:numFmt w:val="decimal"/>
      <w:lvlText w:val="%4."/>
      <w:lvlJc w:val="left"/>
      <w:pPr>
        <w:ind w:left="3075" w:hanging="360"/>
      </w:pPr>
    </w:lvl>
    <w:lvl w:ilvl="4" w:tplc="240A0019" w:tentative="1">
      <w:start w:val="1"/>
      <w:numFmt w:val="lowerLetter"/>
      <w:lvlText w:val="%5."/>
      <w:lvlJc w:val="left"/>
      <w:pPr>
        <w:ind w:left="3795" w:hanging="360"/>
      </w:pPr>
    </w:lvl>
    <w:lvl w:ilvl="5" w:tplc="240A001B" w:tentative="1">
      <w:start w:val="1"/>
      <w:numFmt w:val="lowerRoman"/>
      <w:lvlText w:val="%6."/>
      <w:lvlJc w:val="right"/>
      <w:pPr>
        <w:ind w:left="4515" w:hanging="180"/>
      </w:pPr>
    </w:lvl>
    <w:lvl w:ilvl="6" w:tplc="240A000F" w:tentative="1">
      <w:start w:val="1"/>
      <w:numFmt w:val="decimal"/>
      <w:lvlText w:val="%7."/>
      <w:lvlJc w:val="left"/>
      <w:pPr>
        <w:ind w:left="5235" w:hanging="360"/>
      </w:pPr>
    </w:lvl>
    <w:lvl w:ilvl="7" w:tplc="240A0019" w:tentative="1">
      <w:start w:val="1"/>
      <w:numFmt w:val="lowerLetter"/>
      <w:lvlText w:val="%8."/>
      <w:lvlJc w:val="left"/>
      <w:pPr>
        <w:ind w:left="5955" w:hanging="360"/>
      </w:pPr>
    </w:lvl>
    <w:lvl w:ilvl="8" w:tplc="240A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5B4125C8"/>
    <w:multiLevelType w:val="hybridMultilevel"/>
    <w:tmpl w:val="ECAE7C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28963F4"/>
    <w:multiLevelType w:val="hybridMultilevel"/>
    <w:tmpl w:val="C91EFD6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322696"/>
    <w:multiLevelType w:val="hybridMultilevel"/>
    <w:tmpl w:val="8C8EC6A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282"/>
    <w:rsid w:val="0000483C"/>
    <w:rsid w:val="0003246F"/>
    <w:rsid w:val="000923D9"/>
    <w:rsid w:val="001164CE"/>
    <w:rsid w:val="0014345D"/>
    <w:rsid w:val="001B652C"/>
    <w:rsid w:val="001C243C"/>
    <w:rsid w:val="001C32BE"/>
    <w:rsid w:val="001F691C"/>
    <w:rsid w:val="0020149A"/>
    <w:rsid w:val="002305DB"/>
    <w:rsid w:val="00264492"/>
    <w:rsid w:val="00264B1B"/>
    <w:rsid w:val="002825A2"/>
    <w:rsid w:val="002E46D7"/>
    <w:rsid w:val="002F1B32"/>
    <w:rsid w:val="00317904"/>
    <w:rsid w:val="003235A0"/>
    <w:rsid w:val="003313B2"/>
    <w:rsid w:val="00344720"/>
    <w:rsid w:val="0035054A"/>
    <w:rsid w:val="00350A8D"/>
    <w:rsid w:val="00355AF1"/>
    <w:rsid w:val="003618D7"/>
    <w:rsid w:val="0038020B"/>
    <w:rsid w:val="003956E8"/>
    <w:rsid w:val="0044180B"/>
    <w:rsid w:val="0044297C"/>
    <w:rsid w:val="0045346E"/>
    <w:rsid w:val="004D306F"/>
    <w:rsid w:val="004F5538"/>
    <w:rsid w:val="005509B4"/>
    <w:rsid w:val="005711A4"/>
    <w:rsid w:val="005738F7"/>
    <w:rsid w:val="005A600A"/>
    <w:rsid w:val="006178CE"/>
    <w:rsid w:val="006324A2"/>
    <w:rsid w:val="006664D5"/>
    <w:rsid w:val="00682766"/>
    <w:rsid w:val="00695040"/>
    <w:rsid w:val="006A1842"/>
    <w:rsid w:val="006F696E"/>
    <w:rsid w:val="00726FEB"/>
    <w:rsid w:val="007432E0"/>
    <w:rsid w:val="00785B55"/>
    <w:rsid w:val="007E3654"/>
    <w:rsid w:val="00806C01"/>
    <w:rsid w:val="0081077E"/>
    <w:rsid w:val="008132BC"/>
    <w:rsid w:val="0085391E"/>
    <w:rsid w:val="00861282"/>
    <w:rsid w:val="00870DF1"/>
    <w:rsid w:val="00896A3C"/>
    <w:rsid w:val="008A7D0B"/>
    <w:rsid w:val="008C24AB"/>
    <w:rsid w:val="008D2F53"/>
    <w:rsid w:val="00906CA2"/>
    <w:rsid w:val="009078F1"/>
    <w:rsid w:val="00993DC1"/>
    <w:rsid w:val="009F0181"/>
    <w:rsid w:val="00A14C1C"/>
    <w:rsid w:val="00A352BF"/>
    <w:rsid w:val="00A422EC"/>
    <w:rsid w:val="00A47530"/>
    <w:rsid w:val="00A502B5"/>
    <w:rsid w:val="00A70323"/>
    <w:rsid w:val="00AB62C6"/>
    <w:rsid w:val="00AD48C4"/>
    <w:rsid w:val="00AE4D95"/>
    <w:rsid w:val="00B227C3"/>
    <w:rsid w:val="00B34852"/>
    <w:rsid w:val="00B453BB"/>
    <w:rsid w:val="00B81719"/>
    <w:rsid w:val="00C32341"/>
    <w:rsid w:val="00C554C1"/>
    <w:rsid w:val="00CE1AB7"/>
    <w:rsid w:val="00E01EE4"/>
    <w:rsid w:val="00E54AE3"/>
    <w:rsid w:val="00E6457B"/>
    <w:rsid w:val="00E82DED"/>
    <w:rsid w:val="00F046FC"/>
    <w:rsid w:val="00F20AA3"/>
    <w:rsid w:val="00F32345"/>
    <w:rsid w:val="00F94A5D"/>
    <w:rsid w:val="00FA0AD4"/>
    <w:rsid w:val="00FA2415"/>
    <w:rsid w:val="00FA53AC"/>
    <w:rsid w:val="00FB1C37"/>
    <w:rsid w:val="00FD14E5"/>
    <w:rsid w:val="00FE4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A7D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FA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paragraph" w:styleId="Prrafodelista">
    <w:name w:val="List Paragraph"/>
    <w:basedOn w:val="Normal"/>
    <w:uiPriority w:val="34"/>
    <w:qFormat/>
    <w:rsid w:val="00B8171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FA2415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20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20A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A7D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FA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paragraph" w:styleId="Prrafodelista">
    <w:name w:val="List Paragraph"/>
    <w:basedOn w:val="Normal"/>
    <w:uiPriority w:val="34"/>
    <w:qFormat/>
    <w:rsid w:val="00B8171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FA2415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20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20A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madri&#241;an\Desktop\Spread%20sheet%20%20L2%20nov%202012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6619D4-B240-4826-BFF5-34B81F416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Spread sheet  L2 nov 2012</Template>
  <TotalTime>1</TotalTime>
  <Pages>2</Pages>
  <Words>342</Words>
  <Characters>1884</Characters>
  <Application>Microsoft Office Word</Application>
  <DocSecurity>0</DocSecurity>
  <Lines>15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Madriñan</dc:creator>
  <cp:lastModifiedBy>claudis</cp:lastModifiedBy>
  <cp:revision>2</cp:revision>
  <cp:lastPrinted>2012-11-15T19:02:00Z</cp:lastPrinted>
  <dcterms:created xsi:type="dcterms:W3CDTF">2013-02-07T23:26:00Z</dcterms:created>
  <dcterms:modified xsi:type="dcterms:W3CDTF">2013-02-07T23:26:00Z</dcterms:modified>
</cp:coreProperties>
</file>